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2457E8A1" w:rsidR="00371A7B" w:rsidRDefault="009703D9" w:rsidP="0002730F">
                <w:pPr>
                  <w:pStyle w:val="Adressaat"/>
                </w:pPr>
                <w:r>
                  <w:t xml:space="preserve">Ants </w:t>
                </w:r>
                <w:proofErr w:type="spellStart"/>
                <w:r>
                  <w:t>Animägi</w:t>
                </w:r>
                <w:proofErr w:type="spellEnd"/>
              </w:p>
            </w:sdtContent>
          </w:sdt>
          <w:p w14:paraId="55942A03" w14:textId="4E0CBB1E" w:rsidR="00124999" w:rsidRPr="006B118C" w:rsidRDefault="009703D9" w:rsidP="0002730F">
            <w:pPr>
              <w:pStyle w:val="Adressaat"/>
            </w:pPr>
            <w:r>
              <w:t>looduskaitsespetsialist</w:t>
            </w:r>
          </w:p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0837ADBB" w:rsidR="00371A7B" w:rsidRDefault="009703D9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61004F95" w:rsidR="003B2A9C" w:rsidRPr="00BF4D7C" w:rsidRDefault="009703D9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ants.animagi@rmk.ee</w:t>
                </w:r>
              </w:p>
            </w:sdtContent>
          </w:sdt>
        </w:tc>
        <w:tc>
          <w:tcPr>
            <w:tcW w:w="4536" w:type="dxa"/>
          </w:tcPr>
          <w:p w14:paraId="55942A07" w14:textId="00694151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3-01-16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703D9">
                  <w:t>16.01.2023</w:t>
                </w:r>
              </w:sdtContent>
            </w:sdt>
            <w:r w:rsidR="004B4ACF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p w14:paraId="55942A0C" w14:textId="39108FDA" w:rsidR="00BC1A62" w:rsidRPr="00835858" w:rsidRDefault="00B13740" w:rsidP="00035464">
      <w:pPr>
        <w:pStyle w:val="Pealkiri1"/>
        <w:ind w:right="4251"/>
      </w:pPr>
      <w:r>
        <w:t>Looduskaitsetöö lähteülesande kooskõlastamine (Maalaiu aruniit)</w:t>
      </w:r>
    </w:p>
    <w:p w14:paraId="55942A0D" w14:textId="246E4D60" w:rsidR="00A13FDE" w:rsidRDefault="00262E94" w:rsidP="005A728D">
      <w:pPr>
        <w:pStyle w:val="Snum"/>
      </w:pPr>
      <w:r>
        <w:t xml:space="preserve">Austatud </w:t>
      </w:r>
      <w:r w:rsidR="009703D9">
        <w:t xml:space="preserve">Ants </w:t>
      </w:r>
      <w:proofErr w:type="spellStart"/>
      <w:r w:rsidR="009703D9">
        <w:t>Animägi</w:t>
      </w:r>
      <w:proofErr w:type="spellEnd"/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461A71FB" w14:textId="77777777" w:rsidR="009703D9" w:rsidRDefault="009703D9" w:rsidP="009703D9">
      <w:pPr>
        <w:spacing w:line="240" w:lineRule="auto"/>
      </w:pPr>
      <w:r>
        <w:t xml:space="preserve">Esitasite 16.01.2023 Keskkonnaametile kooskõlastamiseks looduskaitsetöö lähteülesande (tööobjekti ID numbriga 2074) </w:t>
      </w:r>
      <w:proofErr w:type="spellStart"/>
      <w:r>
        <w:t>Sõmeri</w:t>
      </w:r>
      <w:proofErr w:type="spellEnd"/>
      <w:r>
        <w:t xml:space="preserve"> hoiualal asuva  Maalaiu aruniidu taastamistööna   puittaimestiku eemaldamise ja kändude freesimise 3,20 ha suurusel alal katastriüksuse tunnusega 86301:006:0065.</w:t>
      </w:r>
      <w:r w:rsidRPr="00A22550">
        <w:t xml:space="preserve"> </w:t>
      </w:r>
    </w:p>
    <w:p w14:paraId="7F939387" w14:textId="77777777" w:rsidR="009703D9" w:rsidRDefault="009703D9" w:rsidP="009703D9">
      <w:pPr>
        <w:spacing w:line="240" w:lineRule="auto"/>
      </w:pPr>
      <w:r>
        <w:t>Taastamisaladel ja selle vahetus läheduses asuvad Eesti looduse infosüsteemi (EELIS) andmetel  II ja III kaitsekategooria kaitsealuste taimede kasvukohad:</w:t>
      </w:r>
    </w:p>
    <w:p w14:paraId="5B8FB114" w14:textId="77777777" w:rsidR="009703D9" w:rsidRPr="004B4ACF" w:rsidRDefault="009703D9" w:rsidP="009703D9">
      <w:pPr>
        <w:pStyle w:val="Loendilik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03D9">
        <w:rPr>
          <w:rFonts w:ascii="Times New Roman" w:hAnsi="Times New Roman" w:cs="Times New Roman"/>
          <w:sz w:val="24"/>
          <w:szCs w:val="24"/>
        </w:rPr>
        <w:t>randtarn</w:t>
      </w:r>
      <w:r>
        <w:t xml:space="preserve"> </w:t>
      </w:r>
      <w:r w:rsidRPr="004B4AC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Carex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extensa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>)</w:t>
      </w:r>
    </w:p>
    <w:p w14:paraId="32894307" w14:textId="77777777" w:rsidR="009703D9" w:rsidRPr="004B4ACF" w:rsidRDefault="009703D9" w:rsidP="009703D9">
      <w:pPr>
        <w:pStyle w:val="Loendilik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03D9">
        <w:rPr>
          <w:rFonts w:ascii="Times New Roman" w:hAnsi="Times New Roman" w:cs="Times New Roman"/>
          <w:sz w:val="24"/>
          <w:szCs w:val="24"/>
        </w:rPr>
        <w:t>emaputk</w:t>
      </w:r>
      <w:r>
        <w:t xml:space="preserve"> </w:t>
      </w:r>
      <w:r w:rsidRPr="004B4AC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Angelica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palustris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>)</w:t>
      </w:r>
    </w:p>
    <w:p w14:paraId="56DD398F" w14:textId="77777777" w:rsidR="009703D9" w:rsidRDefault="009703D9" w:rsidP="009703D9">
      <w:pPr>
        <w:pStyle w:val="Loendilik"/>
        <w:numPr>
          <w:ilvl w:val="0"/>
          <w:numId w:val="1"/>
        </w:numPr>
        <w:spacing w:line="240" w:lineRule="auto"/>
      </w:pPr>
      <w:r w:rsidRPr="009703D9">
        <w:rPr>
          <w:rFonts w:ascii="Times New Roman" w:hAnsi="Times New Roman" w:cs="Times New Roman"/>
          <w:sz w:val="24"/>
          <w:szCs w:val="24"/>
        </w:rPr>
        <w:t>kahkjaspunane sõrmkäpp</w:t>
      </w:r>
      <w:r>
        <w:t xml:space="preserve"> </w:t>
      </w:r>
      <w:r w:rsidRPr="004B4AC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Dactylorhiza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4ACF">
        <w:rPr>
          <w:rFonts w:ascii="Times New Roman" w:hAnsi="Times New Roman" w:cs="Times New Roman"/>
          <w:i/>
          <w:sz w:val="24"/>
          <w:szCs w:val="24"/>
        </w:rPr>
        <w:t>incarnata</w:t>
      </w:r>
      <w:proofErr w:type="spellEnd"/>
      <w:r w:rsidRPr="004B4ACF">
        <w:rPr>
          <w:rFonts w:ascii="Times New Roman" w:hAnsi="Times New Roman" w:cs="Times New Roman"/>
          <w:i/>
          <w:sz w:val="24"/>
          <w:szCs w:val="24"/>
        </w:rPr>
        <w:t>)</w:t>
      </w:r>
    </w:p>
    <w:p w14:paraId="7FF610DE" w14:textId="77777777" w:rsidR="009703D9" w:rsidRDefault="009703D9" w:rsidP="009703D9">
      <w:pPr>
        <w:spacing w:line="240" w:lineRule="auto"/>
      </w:pPr>
      <w:r>
        <w:t>Kuna taastamistööd jäävad osaliselt ranna või kalda veekaitsevööndisse, siis lisame Teie poolt esitatud tööde kirjeldusse täienduseks järgmised tingimused:</w:t>
      </w:r>
    </w:p>
    <w:p w14:paraId="1DF20066" w14:textId="77777777" w:rsidR="009703D9" w:rsidRPr="00631FE5" w:rsidRDefault="009703D9" w:rsidP="009703D9">
      <w:pPr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Pr="00631FE5">
        <w:rPr>
          <w:color w:val="000000" w:themeColor="text1"/>
        </w:rPr>
        <w:t xml:space="preserve"> </w:t>
      </w:r>
      <w:r>
        <w:rPr>
          <w:color w:val="000000" w:themeColor="text1"/>
        </w:rPr>
        <w:t>t</w:t>
      </w:r>
      <w:r w:rsidRPr="00631FE5">
        <w:rPr>
          <w:color w:val="000000" w:themeColor="text1"/>
        </w:rPr>
        <w:t>ööde käigus ei tohi kahjustada pinnast, muuta kaldajoont ega tekitada erosiooniohtu;</w:t>
      </w:r>
    </w:p>
    <w:p w14:paraId="68060452" w14:textId="38102746" w:rsidR="009703D9" w:rsidRPr="00631FE5" w:rsidRDefault="009703D9" w:rsidP="009703D9">
      <w:pPr>
        <w:rPr>
          <w:color w:val="000000" w:themeColor="text1"/>
        </w:rPr>
      </w:pPr>
      <w:r w:rsidRPr="00631FE5">
        <w:rPr>
          <w:color w:val="000000" w:themeColor="text1"/>
        </w:rPr>
        <w:t>2</w:t>
      </w:r>
      <w:r>
        <w:rPr>
          <w:color w:val="000000" w:themeColor="text1"/>
        </w:rPr>
        <w:t>) t</w:t>
      </w:r>
      <w:r w:rsidRPr="00631FE5">
        <w:rPr>
          <w:color w:val="000000" w:themeColor="text1"/>
        </w:rPr>
        <w:t xml:space="preserve">öid tuleb teostada tehniliselt korras seadmetega ja masinatega. Vee- ja pinnasereostuse </w:t>
      </w:r>
      <w:r>
        <w:rPr>
          <w:color w:val="000000" w:themeColor="text1"/>
        </w:rPr>
        <w:t xml:space="preserve">  </w:t>
      </w:r>
      <w:r w:rsidRPr="00631FE5">
        <w:rPr>
          <w:color w:val="000000" w:themeColor="text1"/>
        </w:rPr>
        <w:t>tekkimise vältimiseks tuleb masinaid hoida ja tankida väljaspool veekaitsevööndit;</w:t>
      </w:r>
    </w:p>
    <w:p w14:paraId="49E0B1A1" w14:textId="77777777" w:rsidR="009703D9" w:rsidRDefault="009703D9" w:rsidP="009703D9">
      <w:pPr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Pr="00631FE5">
        <w:rPr>
          <w:color w:val="000000" w:themeColor="text1"/>
        </w:rPr>
        <w:t xml:space="preserve"> </w:t>
      </w:r>
      <w:r>
        <w:rPr>
          <w:color w:val="000000" w:themeColor="text1"/>
        </w:rPr>
        <w:t>e</w:t>
      </w:r>
      <w:r w:rsidRPr="00631FE5">
        <w:rPr>
          <w:color w:val="000000" w:themeColor="text1"/>
        </w:rPr>
        <w:t>emaldatud raidmeid ei tohi ladustada veekaitsevööndis</w:t>
      </w:r>
      <w:r>
        <w:rPr>
          <w:color w:val="000000" w:themeColor="text1"/>
        </w:rPr>
        <w:t>.</w:t>
      </w:r>
    </w:p>
    <w:p w14:paraId="66ADFF58" w14:textId="77777777" w:rsidR="009703D9" w:rsidRDefault="009703D9" w:rsidP="009703D9">
      <w:pPr>
        <w:rPr>
          <w:color w:val="000000" w:themeColor="text1"/>
        </w:rPr>
      </w:pPr>
    </w:p>
    <w:p w14:paraId="4C0B4049" w14:textId="77777777" w:rsidR="009703D9" w:rsidRDefault="009703D9" w:rsidP="009703D9">
      <w:r>
        <w:t xml:space="preserve">Arvestades lähteülesandes RMK poolt juba esitatud ning käesolevas kirjas täiendavalt seatud tingimusi, kooskõlastab Keskkonnaamet </w:t>
      </w:r>
      <w:proofErr w:type="spellStart"/>
      <w:r>
        <w:t>Sõmeri</w:t>
      </w:r>
      <w:proofErr w:type="spellEnd"/>
      <w:r>
        <w:t xml:space="preserve"> hoiuala looduskaitsetöö lähteülesande (ID 2074).</w:t>
      </w: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C" w14:textId="77777777" w:rsidR="00A13FDE" w:rsidRDefault="00A13FDE" w:rsidP="005A728D">
      <w:pPr>
        <w:pStyle w:val="Snum"/>
      </w:pPr>
    </w:p>
    <w:p w14:paraId="498B3845" w14:textId="77777777" w:rsidR="00C6116C" w:rsidRDefault="00C6116C" w:rsidP="005A728D">
      <w:pPr>
        <w:pStyle w:val="Snum"/>
      </w:pPr>
      <w:bookmarkStart w:id="0" w:name="_GoBack"/>
      <w:bookmarkEnd w:id="0"/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69CBFC81" w:rsidR="002D64AB" w:rsidRDefault="009703D9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747CCD86" w:rsidR="002D64AB" w:rsidRDefault="009703D9" w:rsidP="005A728D">
          <w:pPr>
            <w:pStyle w:val="Snum"/>
          </w:pPr>
          <w:r>
            <w:t>juhataja</w:t>
          </w:r>
        </w:p>
      </w:sdtContent>
    </w:sdt>
    <w:p w14:paraId="44005F74" w14:textId="6302B7ED" w:rsidR="00432E04" w:rsidRDefault="009703D9" w:rsidP="005A728D">
      <w:pPr>
        <w:pStyle w:val="Snum"/>
      </w:pPr>
      <w:r>
        <w:t>maahoolduse büroo</w:t>
      </w:r>
    </w:p>
    <w:p w14:paraId="3500FF9D" w14:textId="77777777" w:rsidR="00093028" w:rsidRDefault="00093028" w:rsidP="005A728D">
      <w:pPr>
        <w:pStyle w:val="Snum"/>
      </w:pPr>
    </w:p>
    <w:p w14:paraId="55942A2C" w14:textId="77777777" w:rsidR="00432E04" w:rsidRDefault="00432E04" w:rsidP="005A728D">
      <w:pPr>
        <w:pStyle w:val="Snum"/>
      </w:pPr>
    </w:p>
    <w:p w14:paraId="55942A2D" w14:textId="77777777" w:rsidR="00432E04" w:rsidRDefault="00432E04" w:rsidP="005A728D">
      <w:pPr>
        <w:pStyle w:val="Snum"/>
      </w:pPr>
    </w:p>
    <w:p w14:paraId="55942A2E" w14:textId="44412B52" w:rsidR="00A13FDE" w:rsidRDefault="00C6116C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9703D9">
            <w:t>Terje Väärtmaa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4B4ACF">
            <w:t>5854 4722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165C905C" w:rsidR="00BD078E" w:rsidRPr="00BD078E" w:rsidRDefault="009703D9" w:rsidP="005A728D">
          <w:pPr>
            <w:pStyle w:val="Snum"/>
          </w:pPr>
          <w:r>
            <w:t>terje.vaartmaa@keskkonnaamet.ee</w:t>
          </w:r>
        </w:p>
      </w:sdtContent>
    </w:sdt>
    <w:sectPr w:rsidR="00BD078E" w:rsidRPr="00BD078E" w:rsidSect="00EC028D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63B26" w14:textId="77777777" w:rsidR="0082452C" w:rsidRDefault="0082452C" w:rsidP="00DF44DF">
      <w:r>
        <w:separator/>
      </w:r>
    </w:p>
  </w:endnote>
  <w:endnote w:type="continuationSeparator" w:id="0">
    <w:p w14:paraId="0CBC60AA" w14:textId="77777777" w:rsidR="0082452C" w:rsidRDefault="0082452C" w:rsidP="00DF44DF">
      <w:r>
        <w:continuationSeparator/>
      </w:r>
    </w:p>
  </w:endnote>
  <w:endnote w:type="continuationNotice" w:id="1">
    <w:p w14:paraId="1988EB33" w14:textId="77777777" w:rsidR="00AB2255" w:rsidRDefault="00AB22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82452C" w:rsidRDefault="0082452C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C6116C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C6116C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82452C" w:rsidRDefault="0082452C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C1660" w14:textId="77777777" w:rsidR="0082452C" w:rsidRDefault="0082452C" w:rsidP="00DF44DF">
      <w:r>
        <w:separator/>
      </w:r>
    </w:p>
  </w:footnote>
  <w:footnote w:type="continuationSeparator" w:id="0">
    <w:p w14:paraId="5FF3CD82" w14:textId="77777777" w:rsidR="0082452C" w:rsidRDefault="0082452C" w:rsidP="00DF44DF">
      <w:r>
        <w:continuationSeparator/>
      </w:r>
    </w:p>
  </w:footnote>
  <w:footnote w:type="continuationNotice" w:id="1">
    <w:p w14:paraId="2195A9D7" w14:textId="77777777" w:rsidR="00AB2255" w:rsidRDefault="00AB225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5112D"/>
    <w:multiLevelType w:val="hybridMultilevel"/>
    <w:tmpl w:val="69520E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4ACF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2452C"/>
    <w:rsid w:val="00835858"/>
    <w:rsid w:val="008919F2"/>
    <w:rsid w:val="008B041F"/>
    <w:rsid w:val="008D4634"/>
    <w:rsid w:val="008F0B50"/>
    <w:rsid w:val="0091786B"/>
    <w:rsid w:val="00922CF3"/>
    <w:rsid w:val="009370A4"/>
    <w:rsid w:val="00964B26"/>
    <w:rsid w:val="009703D9"/>
    <w:rsid w:val="009858A5"/>
    <w:rsid w:val="009A3A7C"/>
    <w:rsid w:val="009E7F4A"/>
    <w:rsid w:val="00A10E66"/>
    <w:rsid w:val="00A1244E"/>
    <w:rsid w:val="00A13FDE"/>
    <w:rsid w:val="00A23833"/>
    <w:rsid w:val="00AB2255"/>
    <w:rsid w:val="00AC4752"/>
    <w:rsid w:val="00AD2EA7"/>
    <w:rsid w:val="00AE02A8"/>
    <w:rsid w:val="00B040EF"/>
    <w:rsid w:val="00B13740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6116C"/>
    <w:rsid w:val="00C83346"/>
    <w:rsid w:val="00CA15C5"/>
    <w:rsid w:val="00CA460C"/>
    <w:rsid w:val="00CA583B"/>
    <w:rsid w:val="00CA5F0B"/>
    <w:rsid w:val="00CF2B77"/>
    <w:rsid w:val="00CF4303"/>
    <w:rsid w:val="00D1372A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styleId="Loendilik">
    <w:name w:val="List Paragraph"/>
    <w:basedOn w:val="Normaallaad"/>
    <w:uiPriority w:val="34"/>
    <w:qFormat/>
    <w:rsid w:val="009703D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8C75F2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36bb474f-858c-41e8-8183-6fcbf5cff4f7</RMUniqueID>
    <RMTitle xmlns="4f28efae-2a20-4782-b43d-2717bdd273fa"/>
    <RMRegistrationDate xmlns="4f28efae-2a20-4782-b43d-2717bdd273fa">2023-02-08T07:57:38.802721Z</RMRegistrationDate>
    <RMReferenceCode xmlns="4f28efae-2a20-4782-b43d-2717bdd273fa">7-11/23/1039-2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Ants Animägi</Isik>
    <E-posti_x0020_aadress xmlns="4f28efae-2a20-4782-b43d-2717bdd273fa">ants.animagi@rmk.ee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2023-01-16T00:00:00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Terje Väärtmaa</Koostaja>
    <Koostaja_x0020_telefon xmlns="4f28efae-2a20-4782-b43d-2717bdd273fa">5854 4722</Koostaja_x0020_telefon>
    <Koostaja_x0020_e-post xmlns="4f28efae-2a20-4782-b43d-2717bdd273fa">terje.vaartmaa@keskkonnaamet.ee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Terje Väärtmaa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4f28efae-2a20-4782-b43d-2717bdd273fa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B4C5AC6A-722B-4F36-9E73-B1F51406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45</TotalTime>
  <Pages>1</Pages>
  <Words>172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Looduskaitsetöö lähteülesande kooskõlastamine (Maalaiu aruniit)</vt:lpstr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lähteülesanne (OBJ 2074 Maalaiu aruniit)</dc:title>
  <dc:subject/>
  <dc:description/>
  <cp:lastModifiedBy>Gunnar Sein</cp:lastModifiedBy>
  <cp:revision>5</cp:revision>
  <cp:lastPrinted>2014-04-03T11:06:00Z</cp:lastPrinted>
  <dcterms:created xsi:type="dcterms:W3CDTF">2023-02-08T06:11:00Z</dcterms:created>
  <dcterms:modified xsi:type="dcterms:W3CDTF">2023-02-08T07:06:00Z</dcterms:modified>
</cp:coreProperties>
</file>